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932" w:rsidRPr="006A3F57" w:rsidRDefault="00707932" w:rsidP="001A5FB9">
      <w:pPr>
        <w:jc w:val="center"/>
        <w:rPr>
          <w:rFonts w:ascii="方正小标宋简体" w:eastAsia="方正小标宋简体" w:hAnsi="宋体" w:cs="Times New Roman"/>
          <w:color w:val="000000"/>
          <w:sz w:val="36"/>
          <w:szCs w:val="36"/>
        </w:rPr>
      </w:pPr>
      <w:r>
        <w:rPr>
          <w:rFonts w:ascii="方正小标宋简体" w:eastAsia="方正小标宋简体" w:hAnsi="宋体" w:cs="方正小标宋简体"/>
          <w:color w:val="000000"/>
          <w:sz w:val="36"/>
          <w:szCs w:val="36"/>
        </w:rPr>
        <w:t>2021</w:t>
      </w:r>
      <w:r w:rsidRPr="006A3F57">
        <w:rPr>
          <w:rFonts w:ascii="方正小标宋简体" w:eastAsia="方正小标宋简体" w:hAnsi="宋体" w:cs="方正小标宋简体" w:hint="eastAsia"/>
          <w:color w:val="000000"/>
          <w:sz w:val="36"/>
          <w:szCs w:val="36"/>
        </w:rPr>
        <w:t>年医师资格考试短线医学专业加试申请表</w:t>
      </w:r>
    </w:p>
    <w:p w:rsidR="00707932" w:rsidRPr="006A3F57" w:rsidRDefault="00707932" w:rsidP="001A5FB9">
      <w:pPr>
        <w:jc w:val="center"/>
        <w:rPr>
          <w:rFonts w:ascii="方正小标宋简体" w:eastAsia="方正小标宋简体" w:hAnsi="宋体" w:cs="Times New Roman"/>
          <w:color w:val="000000"/>
          <w:sz w:val="10"/>
          <w:szCs w:val="10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 w:rsidR="00707932" w:rsidRPr="00121167">
        <w:trPr>
          <w:jc w:val="center"/>
        </w:trPr>
        <w:tc>
          <w:tcPr>
            <w:tcW w:w="9356" w:type="dxa"/>
            <w:gridSpan w:val="7"/>
          </w:tcPr>
          <w:p w:rsidR="00707932" w:rsidRPr="006A3F57" w:rsidRDefault="00707932" w:rsidP="006C7448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  <w:szCs w:val="32"/>
              </w:rPr>
            </w:pP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8"/>
                <w:szCs w:val="28"/>
              </w:rPr>
              <w:t>个人信息</w:t>
            </w:r>
          </w:p>
        </w:tc>
      </w:tr>
      <w:tr w:rsidR="00707932" w:rsidRPr="00121167">
        <w:trPr>
          <w:trHeight w:val="727"/>
          <w:jc w:val="center"/>
        </w:trPr>
        <w:tc>
          <w:tcPr>
            <w:tcW w:w="1801" w:type="dxa"/>
            <w:vAlign w:val="center"/>
          </w:tcPr>
          <w:p w:rsidR="00707932" w:rsidRPr="006A3F57" w:rsidRDefault="00707932" w:rsidP="006C7448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姓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      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2552" w:type="dxa"/>
            <w:gridSpan w:val="2"/>
            <w:vAlign w:val="center"/>
          </w:tcPr>
          <w:p w:rsidR="00707932" w:rsidRPr="006A3F57" w:rsidRDefault="00707932" w:rsidP="006C7448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07932" w:rsidRPr="006A3F57" w:rsidRDefault="00707932" w:rsidP="006C7448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 w:rsidR="00707932" w:rsidRPr="006A3F57" w:rsidRDefault="00707932" w:rsidP="006C7448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  <w:szCs w:val="32"/>
              </w:rPr>
            </w:pPr>
          </w:p>
        </w:tc>
      </w:tr>
      <w:tr w:rsidR="00707932" w:rsidRPr="00121167">
        <w:trPr>
          <w:trHeight w:val="793"/>
          <w:jc w:val="center"/>
        </w:trPr>
        <w:tc>
          <w:tcPr>
            <w:tcW w:w="1801" w:type="dxa"/>
            <w:vAlign w:val="center"/>
          </w:tcPr>
          <w:p w:rsidR="00707932" w:rsidRPr="006A3F57" w:rsidRDefault="00707932" w:rsidP="006C7448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  <w:szCs w:val="32"/>
              </w:rPr>
            </w:pP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工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作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单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位</w:t>
            </w:r>
          </w:p>
        </w:tc>
        <w:tc>
          <w:tcPr>
            <w:tcW w:w="3827" w:type="dxa"/>
            <w:gridSpan w:val="3"/>
            <w:vAlign w:val="center"/>
          </w:tcPr>
          <w:p w:rsidR="00707932" w:rsidRPr="006A3F57" w:rsidRDefault="00707932" w:rsidP="006C7448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  <w:szCs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07932" w:rsidRPr="006A3F57" w:rsidRDefault="00707932" w:rsidP="006C7448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 w:rsidR="00707932" w:rsidRPr="006A3F57" w:rsidRDefault="00707932" w:rsidP="006C7448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  <w:szCs w:val="32"/>
              </w:rPr>
            </w:pPr>
          </w:p>
        </w:tc>
      </w:tr>
      <w:tr w:rsidR="00707932" w:rsidRPr="00121167">
        <w:trPr>
          <w:trHeight w:val="687"/>
          <w:jc w:val="center"/>
        </w:trPr>
        <w:tc>
          <w:tcPr>
            <w:tcW w:w="1801" w:type="dxa"/>
            <w:vAlign w:val="center"/>
          </w:tcPr>
          <w:p w:rsidR="00707932" w:rsidRPr="006A3F57" w:rsidRDefault="00707932" w:rsidP="006C7448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加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试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内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容</w:t>
            </w:r>
          </w:p>
        </w:tc>
        <w:tc>
          <w:tcPr>
            <w:tcW w:w="7555" w:type="dxa"/>
            <w:gridSpan w:val="6"/>
            <w:vAlign w:val="center"/>
          </w:tcPr>
          <w:p w:rsidR="00707932" w:rsidRPr="006A3F57" w:rsidRDefault="00707932" w:rsidP="006C7448">
            <w:pPr>
              <w:rPr>
                <w:rFonts w:ascii="方正小标宋简体" w:eastAsia="方正小标宋简体" w:hAns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   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院前急救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□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             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儿科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□</w:t>
            </w:r>
          </w:p>
        </w:tc>
      </w:tr>
      <w:tr w:rsidR="00707932" w:rsidRPr="00121167">
        <w:trPr>
          <w:jc w:val="center"/>
        </w:trPr>
        <w:tc>
          <w:tcPr>
            <w:tcW w:w="9356" w:type="dxa"/>
            <w:gridSpan w:val="7"/>
          </w:tcPr>
          <w:p w:rsidR="00707932" w:rsidRPr="006A3F57" w:rsidRDefault="00707932" w:rsidP="006C7448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  <w:szCs w:val="32"/>
              </w:rPr>
            </w:pP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32"/>
                <w:szCs w:val="32"/>
              </w:rPr>
              <w:t>考生承诺</w:t>
            </w:r>
          </w:p>
          <w:p w:rsidR="00707932" w:rsidRPr="006A3F57" w:rsidRDefault="00707932" w:rsidP="006C7448">
            <w:pPr>
              <w:pStyle w:val="ListParagraph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本人自愿申请参加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2021</w:t>
            </w: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年医师资格考试短线医学专业加试。</w:t>
            </w:r>
          </w:p>
          <w:p w:rsidR="00707932" w:rsidRPr="006A3F57" w:rsidRDefault="00707932" w:rsidP="006C7448">
            <w:pPr>
              <w:pStyle w:val="ListParagraph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本人获得医师资格后，限定在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加试内容所对应</w:t>
            </w: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岗位工作。</w:t>
            </w:r>
          </w:p>
          <w:p w:rsidR="00707932" w:rsidRPr="006A3F57" w:rsidRDefault="00707932" w:rsidP="006C7448">
            <w:pPr>
              <w:pStyle w:val="ListParagraph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通过加试获得的医师资格不作为加试专业范围之外的注册、执业资格依据。</w:t>
            </w:r>
          </w:p>
          <w:p w:rsidR="00707932" w:rsidRPr="006A3F57" w:rsidRDefault="00707932" w:rsidP="006C7448">
            <w:pPr>
              <w:pStyle w:val="ListParagraph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以上个人申报信息真实、准确、有效。</w:t>
            </w:r>
          </w:p>
          <w:p w:rsidR="00707932" w:rsidRPr="006A3F57" w:rsidRDefault="00707932" w:rsidP="006C7448">
            <w:pPr>
              <w:pStyle w:val="ListParagraph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本人能够遵守以上承诺，如有违反，愿意承担由此而造成的一切后果。</w:t>
            </w:r>
          </w:p>
          <w:p w:rsidR="00707932" w:rsidRPr="006A3F57" w:rsidRDefault="00707932" w:rsidP="006C7448">
            <w:pPr>
              <w:pStyle w:val="ListParagraph"/>
              <w:ind w:left="360" w:firstLineChars="0" w:firstLine="0"/>
              <w:jc w:val="left"/>
              <w:rPr>
                <w:rFonts w:ascii="方正小标宋简体" w:eastAsia="方正小标宋简体" w:hAns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                                    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考生签字：</w:t>
            </w:r>
          </w:p>
          <w:p w:rsidR="00707932" w:rsidRPr="006A3F57" w:rsidRDefault="00707932" w:rsidP="006C7448">
            <w:pPr>
              <w:pStyle w:val="ListParagraph"/>
              <w:ind w:left="360" w:firstLineChars="0" w:firstLine="0"/>
              <w:jc w:val="left"/>
              <w:rPr>
                <w:rFonts w:ascii="方正小标宋简体" w:eastAsia="方正小标宋简体" w:hAns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                                    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日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 xml:space="preserve">    </w:t>
            </w: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期：</w:t>
            </w:r>
          </w:p>
        </w:tc>
      </w:tr>
      <w:tr w:rsidR="00707932" w:rsidRPr="00121167">
        <w:trPr>
          <w:jc w:val="center"/>
        </w:trPr>
        <w:tc>
          <w:tcPr>
            <w:tcW w:w="2977" w:type="dxa"/>
            <w:gridSpan w:val="2"/>
          </w:tcPr>
          <w:p w:rsidR="00707932" w:rsidRPr="006A3F57" w:rsidRDefault="00707932" w:rsidP="006C7448">
            <w:pPr>
              <w:jc w:val="left"/>
              <w:rPr>
                <w:rFonts w:ascii="方正小标宋简体" w:eastAsia="方正小标宋简体" w:hAns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单位审核：</w:t>
            </w: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单位盖章</w:t>
            </w:r>
            <w:r w:rsidRPr="006A3F57">
              <w:rPr>
                <w:rFonts w:ascii="宋体" w:hAnsi="宋体" w:cs="宋体"/>
                <w:color w:val="000000"/>
                <w:sz w:val="24"/>
                <w:szCs w:val="24"/>
              </w:rPr>
              <w:t>:</w:t>
            </w: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考点审核</w:t>
            </w:r>
            <w:r w:rsidRPr="006A3F57">
              <w:rPr>
                <w:rFonts w:ascii="方正小标宋简体" w:eastAsia="方正小标宋简体" w:hAnsi="宋体" w:cs="方正小标宋简体"/>
                <w:color w:val="000000"/>
                <w:sz w:val="24"/>
                <w:szCs w:val="24"/>
              </w:rPr>
              <w:t>:</w:t>
            </w:r>
            <w:r w:rsidRPr="006A3F57"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考点盖章</w:t>
            </w:r>
            <w:r w:rsidRPr="006A3F57">
              <w:rPr>
                <w:rFonts w:ascii="宋体" w:hAnsi="宋体" w:cs="宋体"/>
                <w:color w:val="000000"/>
                <w:sz w:val="24"/>
                <w:szCs w:val="24"/>
              </w:rPr>
              <w:t>:</w:t>
            </w: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方正小标宋简体" w:hint="eastAsia"/>
                <w:color w:val="000000"/>
                <w:sz w:val="24"/>
                <w:szCs w:val="24"/>
              </w:rPr>
              <w:t>考区审核：</w:t>
            </w: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考区盖章：</w:t>
            </w: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6A3F57">
              <w:rPr>
                <w:rFonts w:ascii="宋体" w:hAnsi="宋体" w:cs="宋体" w:hint="eastAsia"/>
                <w:color w:val="000000"/>
                <w:sz w:val="24"/>
                <w:szCs w:val="24"/>
              </w:rPr>
              <w:t>经手人签字：</w:t>
            </w:r>
          </w:p>
          <w:p w:rsidR="00707932" w:rsidRPr="006A3F57" w:rsidRDefault="00707932" w:rsidP="006C7448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</w:tbl>
    <w:p w:rsidR="00707932" w:rsidRPr="001A5FB9" w:rsidRDefault="00707932">
      <w:pPr>
        <w:rPr>
          <w:rFonts w:cs="Times New Roman"/>
        </w:rPr>
      </w:pPr>
    </w:p>
    <w:sectPr w:rsidR="00707932" w:rsidRPr="001A5FB9" w:rsidSect="000A1B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932" w:rsidRDefault="00707932" w:rsidP="001A5FB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07932" w:rsidRDefault="00707932" w:rsidP="001A5FB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-方正超大字符集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932" w:rsidRDefault="00707932" w:rsidP="001A5FB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07932" w:rsidRDefault="00707932" w:rsidP="001A5FB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2097"/>
    <w:multiLevelType w:val="hybridMultilevel"/>
    <w:tmpl w:val="CE02A72C"/>
    <w:lvl w:ilvl="0" w:tplc="7F02F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5FB9"/>
    <w:rsid w:val="000A1B98"/>
    <w:rsid w:val="00121167"/>
    <w:rsid w:val="001519FB"/>
    <w:rsid w:val="001A5FB9"/>
    <w:rsid w:val="001A67A9"/>
    <w:rsid w:val="00290334"/>
    <w:rsid w:val="00642B9B"/>
    <w:rsid w:val="006833E9"/>
    <w:rsid w:val="006A3F57"/>
    <w:rsid w:val="006C7448"/>
    <w:rsid w:val="00707932"/>
    <w:rsid w:val="00892FA9"/>
    <w:rsid w:val="009356F1"/>
    <w:rsid w:val="009A2A31"/>
    <w:rsid w:val="00AE5982"/>
    <w:rsid w:val="00CE7638"/>
    <w:rsid w:val="00D85835"/>
    <w:rsid w:val="00DE5743"/>
    <w:rsid w:val="00E02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FB9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A5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A5FB9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1A5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A5FB9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1A5FB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62</Words>
  <Characters>360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张芳向 Netboy</cp:lastModifiedBy>
  <cp:revision>6</cp:revision>
  <dcterms:created xsi:type="dcterms:W3CDTF">2016-03-23T04:37:00Z</dcterms:created>
  <dcterms:modified xsi:type="dcterms:W3CDTF">2021-01-05T03:09:00Z</dcterms:modified>
</cp:coreProperties>
</file>